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C84" w:rsidRPr="00852E36" w:rsidRDefault="00740C84" w:rsidP="003B59C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2E36">
        <w:rPr>
          <w:rFonts w:ascii="Times New Roman" w:hAnsi="Times New Roman" w:cs="Times New Roman"/>
          <w:b/>
          <w:bCs/>
          <w:sz w:val="28"/>
          <w:szCs w:val="28"/>
        </w:rPr>
        <w:t>Извещение № 1 ФЗ № 185.</w:t>
      </w:r>
    </w:p>
    <w:p w:rsidR="00740C84" w:rsidRDefault="00740C84" w:rsidP="00852E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852E36">
        <w:rPr>
          <w:rFonts w:ascii="Times New Roman" w:hAnsi="Times New Roman" w:cs="Times New Roman"/>
          <w:sz w:val="28"/>
          <w:szCs w:val="28"/>
        </w:rPr>
        <w:t>о проведение открытого конкурса на выполнение работ по ремонту многоквартирного жилого дома.</w:t>
      </w:r>
    </w:p>
    <w:p w:rsidR="00740C84" w:rsidRPr="003B59CE" w:rsidRDefault="00740C84" w:rsidP="00852E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740C84" w:rsidRPr="003B59CE" w:rsidRDefault="00740C84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Дата публикации извещения</w:t>
      </w:r>
      <w:r>
        <w:rPr>
          <w:rFonts w:ascii="Times New Roman" w:hAnsi="Times New Roman" w:cs="Times New Roman"/>
          <w:sz w:val="28"/>
          <w:szCs w:val="28"/>
        </w:rPr>
        <w:t>: 6</w:t>
      </w:r>
      <w:r w:rsidRPr="003B59CE">
        <w:rPr>
          <w:rFonts w:ascii="Times New Roman" w:hAnsi="Times New Roman" w:cs="Times New Roman"/>
          <w:sz w:val="28"/>
          <w:szCs w:val="28"/>
        </w:rPr>
        <w:t xml:space="preserve"> сентября 2013 года.</w:t>
      </w:r>
    </w:p>
    <w:p w:rsidR="00740C84" w:rsidRDefault="00740C84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Предмет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лот № 1 – право заключение договора подряда на выполнение следующих работ – устройство шатровой кровли.</w:t>
      </w:r>
    </w:p>
    <w:p w:rsidR="00740C84" w:rsidRPr="003B59CE" w:rsidRDefault="00740C84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 2 – устройство внутридомовых электрических сетей.</w:t>
      </w:r>
    </w:p>
    <w:p w:rsidR="00740C84" w:rsidRPr="003B59CE" w:rsidRDefault="00740C84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Адрес многоквартирного дома: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г. Владикавказ, ул. А. Кесаева, 36.</w:t>
      </w:r>
    </w:p>
    <w:p w:rsidR="00740C84" w:rsidRPr="00193EF3" w:rsidRDefault="00740C84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Заказчик: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EF3">
        <w:rPr>
          <w:rFonts w:ascii="Times New Roman" w:hAnsi="Times New Roman" w:cs="Times New Roman"/>
          <w:sz w:val="28"/>
          <w:szCs w:val="28"/>
        </w:rPr>
        <w:t>ТСЖ «Торпеда</w:t>
      </w:r>
      <w:r>
        <w:rPr>
          <w:rFonts w:ascii="Times New Roman" w:hAnsi="Times New Roman" w:cs="Times New Roman"/>
          <w:sz w:val="28"/>
          <w:szCs w:val="28"/>
        </w:rPr>
        <w:t>» управляющий</w:t>
      </w:r>
      <w:r w:rsidRPr="00193EF3">
        <w:rPr>
          <w:rFonts w:ascii="Times New Roman" w:hAnsi="Times New Roman" w:cs="Times New Roman"/>
          <w:sz w:val="28"/>
          <w:szCs w:val="28"/>
        </w:rPr>
        <w:t xml:space="preserve"> Цараков С.А.</w:t>
      </w:r>
    </w:p>
    <w:p w:rsidR="00740C84" w:rsidRPr="003B59CE" w:rsidRDefault="00740C84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Организатор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ВМБУ «Управление капитального ремонта», г. Владикавказ, ул. Джанаева, 36, 3 этаж; директор Секинаев Владислав Султанович, тел. 40 – 52 -17, 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B59CE">
        <w:rPr>
          <w:rFonts w:ascii="Times New Roman" w:hAnsi="Times New Roman" w:cs="Times New Roman"/>
          <w:sz w:val="28"/>
          <w:szCs w:val="28"/>
        </w:rPr>
        <w:t>-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B59CE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11@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740C84" w:rsidRPr="00FE287F" w:rsidRDefault="00740C84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Начальная (Максимальная ) цена договора подряда: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287F">
        <w:rPr>
          <w:rFonts w:ascii="Times New Roman" w:hAnsi="Times New Roman" w:cs="Times New Roman"/>
          <w:sz w:val="28"/>
          <w:szCs w:val="28"/>
        </w:rPr>
        <w:t xml:space="preserve">лот №1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FE287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946 610 руб.; лот №2 -  595 385</w:t>
      </w:r>
      <w:r w:rsidRPr="00FE287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40C84" w:rsidRPr="003B59CE" w:rsidRDefault="00740C84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Дата начала работ: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не менее 15 дней с момента подписания договора</w:t>
      </w:r>
    </w:p>
    <w:p w:rsidR="00740C84" w:rsidRPr="003B59CE" w:rsidRDefault="00740C84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Официальный интернет – сайт для публикации: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://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vladikavkaz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-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osetia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740C84" w:rsidRPr="003B59CE" w:rsidRDefault="00740C84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Место, дата и время вскрытия конвертов с заявками</w:t>
      </w:r>
      <w:r w:rsidRPr="003B59CE">
        <w:rPr>
          <w:rFonts w:ascii="Times New Roman" w:hAnsi="Times New Roman" w:cs="Times New Roman"/>
          <w:sz w:val="28"/>
          <w:szCs w:val="28"/>
        </w:rPr>
        <w:t>: ВМБУ «Управление капитального ремонта», г. Владикавказа, ул.</w:t>
      </w:r>
      <w:r>
        <w:rPr>
          <w:rFonts w:ascii="Times New Roman" w:hAnsi="Times New Roman" w:cs="Times New Roman"/>
          <w:sz w:val="28"/>
          <w:szCs w:val="28"/>
        </w:rPr>
        <w:t xml:space="preserve"> Джанаева, 36; 3 этаж; 17сентября</w:t>
      </w:r>
      <w:r w:rsidRPr="003B59CE">
        <w:rPr>
          <w:rFonts w:ascii="Times New Roman" w:hAnsi="Times New Roman" w:cs="Times New Roman"/>
          <w:sz w:val="28"/>
          <w:szCs w:val="28"/>
        </w:rPr>
        <w:t xml:space="preserve"> 2013 г. в 09.00.</w:t>
      </w:r>
    </w:p>
    <w:p w:rsidR="00740C84" w:rsidRPr="003B59CE" w:rsidRDefault="00740C84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40C84" w:rsidRPr="003B59CE" w:rsidRDefault="00740C84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40C84" w:rsidRPr="003B59CE" w:rsidRDefault="00740C84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40C84" w:rsidRDefault="00740C84" w:rsidP="003B59C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Директор ВМБУ «Управление капитального ремонта»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C84" w:rsidRPr="003B59CE" w:rsidRDefault="00740C84" w:rsidP="003B59C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В.С. Секинаев</w:t>
      </w:r>
    </w:p>
    <w:sectPr w:rsidR="00740C84" w:rsidRPr="003B59CE" w:rsidSect="00DE1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E36"/>
    <w:rsid w:val="000947CA"/>
    <w:rsid w:val="001816D3"/>
    <w:rsid w:val="00193EF3"/>
    <w:rsid w:val="0024254B"/>
    <w:rsid w:val="003833E3"/>
    <w:rsid w:val="003B59CE"/>
    <w:rsid w:val="005E385A"/>
    <w:rsid w:val="00687006"/>
    <w:rsid w:val="006C3FC1"/>
    <w:rsid w:val="00740C84"/>
    <w:rsid w:val="00852E36"/>
    <w:rsid w:val="008F7514"/>
    <w:rsid w:val="00B4489E"/>
    <w:rsid w:val="00B52CB2"/>
    <w:rsid w:val="00D44D31"/>
    <w:rsid w:val="00D62B2F"/>
    <w:rsid w:val="00D77721"/>
    <w:rsid w:val="00DE1F7A"/>
    <w:rsid w:val="00E713A9"/>
    <w:rsid w:val="00FE2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F7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52E36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6C3F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hyperlink" Target="mailto:ukr11@li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178</Words>
  <Characters>1018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10</cp:revision>
  <dcterms:created xsi:type="dcterms:W3CDTF">2013-08-30T11:35:00Z</dcterms:created>
  <dcterms:modified xsi:type="dcterms:W3CDTF">2013-08-24T08:52:00Z</dcterms:modified>
</cp:coreProperties>
</file>